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64278BD6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AD15F6">
              <w:rPr>
                <w:rFonts w:cs="Arial"/>
                <w:color w:val="000000"/>
                <w:sz w:val="22"/>
                <w:szCs w:val="22"/>
              </w:rPr>
              <w:t>27</w:t>
            </w:r>
            <w:r w:rsidR="003A331C" w:rsidRPr="003A331C">
              <w:rPr>
                <w:rFonts w:cs="Arial"/>
                <w:color w:val="000000"/>
                <w:sz w:val="22"/>
                <w:szCs w:val="22"/>
              </w:rPr>
              <w:t>.</w:t>
            </w:r>
            <w:r w:rsidR="00AD15F6">
              <w:rPr>
                <w:rFonts w:cs="Arial"/>
                <w:color w:val="000000"/>
                <w:sz w:val="22"/>
                <w:szCs w:val="22"/>
              </w:rPr>
              <w:t>0</w:t>
            </w:r>
            <w:r w:rsidR="00AE64A3">
              <w:rPr>
                <w:rFonts w:cs="Arial"/>
                <w:color w:val="000000"/>
                <w:sz w:val="22"/>
                <w:szCs w:val="22"/>
              </w:rPr>
              <w:t>1</w:t>
            </w:r>
            <w:r w:rsidR="003A331C" w:rsidRPr="003A331C">
              <w:rPr>
                <w:rFonts w:cs="Arial"/>
                <w:color w:val="000000"/>
                <w:sz w:val="22"/>
                <w:szCs w:val="22"/>
              </w:rPr>
              <w:t>.202</w:t>
            </w:r>
            <w:r w:rsidR="00AD15F6">
              <w:rPr>
                <w:rFonts w:cs="Arial"/>
                <w:color w:val="000000"/>
                <w:sz w:val="22"/>
                <w:szCs w:val="22"/>
              </w:rPr>
              <w:t>5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500CC2B2" w14:textId="1495F4D1" w:rsidR="00923BC3" w:rsidRDefault="008E4740" w:rsidP="00BF246C">
      <w:pPr>
        <w:rPr>
          <w:sz w:val="22"/>
          <w:szCs w:val="22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7414B7">
        <w:rPr>
          <w:sz w:val="22"/>
          <w:szCs w:val="22"/>
        </w:rPr>
        <w:t xml:space="preserve"> </w:t>
      </w:r>
      <w:r w:rsidR="00F20D9E">
        <w:rPr>
          <w:sz w:val="22"/>
          <w:szCs w:val="22"/>
        </w:rPr>
        <w:t>riigitee nr 3824 Pildiküla ühendustee kinnistul</w:t>
      </w:r>
      <w:r w:rsidR="008076E0">
        <w:rPr>
          <w:sz w:val="22"/>
          <w:szCs w:val="22"/>
        </w:rPr>
        <w:t xml:space="preserve"> ja </w:t>
      </w:r>
      <w:r w:rsidR="00AB356B">
        <w:rPr>
          <w:sz w:val="22"/>
          <w:szCs w:val="22"/>
        </w:rPr>
        <w:t xml:space="preserve">kaitsevööndis  ning tee nr 2 </w:t>
      </w:r>
      <w:r w:rsidR="00822DF3">
        <w:rPr>
          <w:sz w:val="22"/>
          <w:szCs w:val="22"/>
        </w:rPr>
        <w:t xml:space="preserve">Tallinn- </w:t>
      </w:r>
      <w:r w:rsidR="00A06021">
        <w:rPr>
          <w:sz w:val="22"/>
          <w:szCs w:val="22"/>
        </w:rPr>
        <w:t>Tartu</w:t>
      </w:r>
      <w:r w:rsidR="00822DF3">
        <w:rPr>
          <w:sz w:val="22"/>
          <w:szCs w:val="22"/>
        </w:rPr>
        <w:t>-</w:t>
      </w:r>
      <w:r w:rsidR="00A06021">
        <w:rPr>
          <w:sz w:val="22"/>
          <w:szCs w:val="22"/>
        </w:rPr>
        <w:t xml:space="preserve"> Luhamaa tee</w:t>
      </w:r>
      <w:r w:rsidR="00E2540F">
        <w:rPr>
          <w:sz w:val="22"/>
          <w:szCs w:val="22"/>
        </w:rPr>
        <w:t xml:space="preserve"> kaitsevööndis</w:t>
      </w:r>
      <w:r w:rsidR="00524468">
        <w:rPr>
          <w:sz w:val="22"/>
          <w:szCs w:val="22"/>
        </w:rPr>
        <w:t xml:space="preserve"> </w:t>
      </w:r>
      <w:r w:rsidR="00BF246C" w:rsidRPr="00BF246C">
        <w:rPr>
          <w:rFonts w:cs="Arial"/>
          <w:sz w:val="22"/>
          <w:szCs w:val="22"/>
          <w:shd w:val="clear" w:color="auto" w:fill="FFFFFF"/>
        </w:rPr>
        <w:t>maaüksusele maakaabli rajamine</w:t>
      </w:r>
      <w:r w:rsidR="00BF246C">
        <w:rPr>
          <w:rFonts w:cs="Arial"/>
          <w:sz w:val="22"/>
          <w:szCs w:val="22"/>
          <w:shd w:val="clear" w:color="auto" w:fill="FFFFFF"/>
        </w:rPr>
        <w:t xml:space="preserve">, </w:t>
      </w:r>
      <w:r w:rsidR="008E390E">
        <w:rPr>
          <w:rFonts w:cs="Arial"/>
          <w:sz w:val="22"/>
          <w:szCs w:val="22"/>
          <w:shd w:val="clear" w:color="auto" w:fill="FFFFFF"/>
        </w:rPr>
        <w:t>Pildiküla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8E390E">
        <w:rPr>
          <w:rFonts w:cs="Arial"/>
          <w:sz w:val="22"/>
          <w:szCs w:val="22"/>
          <w:shd w:val="clear" w:color="auto" w:fill="FFFFFF"/>
        </w:rPr>
        <w:t>Rae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vald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Harju maakond</w:t>
      </w:r>
      <w:r w:rsidR="004264F4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Pr="004264F4">
        <w:rPr>
          <w:sz w:val="22"/>
          <w:szCs w:val="22"/>
        </w:rPr>
        <w:t>teostatud</w:t>
      </w:r>
      <w:r w:rsidR="00D44050">
        <w:rPr>
          <w:sz w:val="22"/>
          <w:szCs w:val="22"/>
        </w:rPr>
        <w:t xml:space="preserve"> </w:t>
      </w:r>
      <w:r w:rsidR="00263FE0">
        <w:rPr>
          <w:sz w:val="22"/>
          <w:szCs w:val="22"/>
        </w:rPr>
        <w:t>Viadukti põik</w:t>
      </w:r>
      <w:r w:rsidR="00923BC3">
        <w:rPr>
          <w:sz w:val="22"/>
          <w:szCs w:val="22"/>
        </w:rPr>
        <w:t xml:space="preserve"> 6 </w:t>
      </w:r>
      <w:r w:rsidR="00D44050">
        <w:rPr>
          <w:sz w:val="22"/>
          <w:szCs w:val="22"/>
        </w:rPr>
        <w:t>elektri</w:t>
      </w:r>
      <w:r w:rsidR="00923BC3">
        <w:rPr>
          <w:sz w:val="22"/>
          <w:szCs w:val="22"/>
        </w:rPr>
        <w:t>-</w:t>
      </w:r>
    </w:p>
    <w:p w14:paraId="2F1335C3" w14:textId="59B6ACB7" w:rsidR="00590C81" w:rsidRPr="00590C81" w:rsidRDefault="00D37ED0" w:rsidP="00BF246C">
      <w:pPr>
        <w:rPr>
          <w:rFonts w:eastAsia="Times New Roman" w:cs="Arial"/>
          <w:sz w:val="22"/>
          <w:szCs w:val="22"/>
          <w:lang w:val="et-EE" w:eastAsia="et-EE"/>
        </w:rPr>
      </w:pPr>
      <w:r>
        <w:rPr>
          <w:sz w:val="22"/>
          <w:szCs w:val="22"/>
        </w:rPr>
        <w:t>liitumiskilbi</w:t>
      </w:r>
      <w:r w:rsidR="008E4740" w:rsidRPr="008E4740">
        <w:rPr>
          <w:sz w:val="22"/>
          <w:szCs w:val="22"/>
        </w:rPr>
        <w:t xml:space="preserve"> elektripaigaldise ehitus-, hooldus- ja remonttööde lõpetamist omal kulul tööde teostamisele eelneva olukorra.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FB6586" w:rsidRPr="00FB6586">
        <w:rPr>
          <w:rFonts w:eastAsia="Times New Roman" w:cs="Arial"/>
          <w:sz w:val="22"/>
          <w:szCs w:val="22"/>
          <w:lang w:eastAsia="et-EE"/>
        </w:rPr>
        <w:t>7.1-2/24/8807-4</w:t>
      </w:r>
      <w:r w:rsidR="008E4740"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="008E4740"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06B6D1AA" w:rsidR="006F37B0" w:rsidRDefault="00FB658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Alar Pappel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51B95272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 xml:space="preserve">Elektrilevi OÜ 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32271D18" w:rsidR="008E4740" w:rsidRDefault="00C012F8" w:rsidP="00724D36">
      <w:pPr>
        <w:autoSpaceDE w:val="0"/>
        <w:autoSpaceDN w:val="0"/>
        <w:adjustRightInd w:val="0"/>
        <w:jc w:val="both"/>
        <w:rPr>
          <w:rFonts w:ascii="Calibri" w:hAnsi="Calibri"/>
          <w:noProof/>
          <w:color w:val="0000FF"/>
          <w:sz w:val="22"/>
          <w:szCs w:val="22"/>
        </w:rPr>
      </w:pPr>
      <w:r>
        <w:rPr>
          <w:rFonts w:ascii="Calibri" w:hAnsi="Calibri"/>
          <w:noProof/>
          <w:color w:val="0000FF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193FFD5" wp14:editId="6C21C4B8">
            <wp:simplePos x="0" y="0"/>
            <wp:positionH relativeFrom="column">
              <wp:posOffset>4044950</wp:posOffset>
            </wp:positionH>
            <wp:positionV relativeFrom="paragraph">
              <wp:posOffset>2686050</wp:posOffset>
            </wp:positionV>
            <wp:extent cx="1689100" cy="762000"/>
            <wp:effectExtent l="0" t="0" r="6350" b="0"/>
            <wp:wrapNone/>
            <wp:docPr id="1909538925" name="Picture 1" descr="Elektrilevi OÜ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 O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1AD68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161FFCB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07F4214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2EFDD81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A3589DA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4E957DD" w14:textId="77777777" w:rsidR="00C012F8" w:rsidRDefault="00C012F8" w:rsidP="00C012F8">
      <w:pPr>
        <w:rPr>
          <w:rFonts w:ascii="Calibri" w:hAnsi="Calibri"/>
          <w:noProof/>
          <w:color w:val="0000FF"/>
          <w:sz w:val="22"/>
          <w:szCs w:val="22"/>
        </w:rPr>
      </w:pPr>
    </w:p>
    <w:p w14:paraId="4A40DF20" w14:textId="35BCB162" w:rsidR="00C012F8" w:rsidRPr="00C012F8" w:rsidRDefault="00C012F8" w:rsidP="00C012F8">
      <w:pPr>
        <w:tabs>
          <w:tab w:val="left" w:pos="5590"/>
        </w:tabs>
        <w:rPr>
          <w:rFonts w:cs="Arial"/>
          <w:sz w:val="22"/>
          <w:szCs w:val="22"/>
          <w:lang w:val="et-EE"/>
        </w:rPr>
      </w:pPr>
      <w:r>
        <w:rPr>
          <w:rFonts w:cs="Arial"/>
          <w:sz w:val="22"/>
          <w:szCs w:val="22"/>
          <w:lang w:val="et-EE"/>
        </w:rPr>
        <w:tab/>
      </w:r>
    </w:p>
    <w:sectPr w:rsidR="00C012F8" w:rsidRPr="00C012F8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9B613" w14:textId="77777777" w:rsidR="008D6953" w:rsidRDefault="008D6953">
      <w:r>
        <w:separator/>
      </w:r>
    </w:p>
  </w:endnote>
  <w:endnote w:type="continuationSeparator" w:id="0">
    <w:p w14:paraId="726436E3" w14:textId="77777777" w:rsidR="008D6953" w:rsidRDefault="008D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E30C7C" w14:paraId="2F10535B" w14:textId="77777777" w:rsidTr="00887B76">
      <w:tc>
        <w:tcPr>
          <w:tcW w:w="3471" w:type="dxa"/>
        </w:tcPr>
        <w:p w14:paraId="51A9A553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4384DDF" w14:textId="0EA6FF8C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E30C7C" w14:paraId="33997ED6" w14:textId="77777777" w:rsidTr="00887B76">
      <w:tc>
        <w:tcPr>
          <w:tcW w:w="3471" w:type="dxa"/>
        </w:tcPr>
        <w:p w14:paraId="205AA0E7" w14:textId="77777777" w:rsidR="00E30C7C" w:rsidRDefault="00E30C7C" w:rsidP="003B146D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4FDB8566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2A396FC" w14:textId="4484B52B" w:rsidR="003B146D" w:rsidRPr="003B146D" w:rsidRDefault="00C012F8" w:rsidP="00285C00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</w:t>
    </w:r>
    <w:r w:rsidR="00285C00" w:rsidRPr="003B146D">
      <w:rPr>
        <w:b/>
        <w:bCs/>
        <w:sz w:val="20"/>
        <w:szCs w:val="20"/>
      </w:rPr>
      <w:t xml:space="preserve"> OÜ </w:t>
    </w:r>
    <w:r w:rsidR="003B146D" w:rsidRPr="003B146D">
      <w:rPr>
        <w:b/>
        <w:bCs/>
        <w:sz w:val="20"/>
        <w:szCs w:val="20"/>
      </w:rPr>
      <w:t xml:space="preserve">          </w:t>
    </w:r>
    <w:r>
      <w:rPr>
        <w:b/>
        <w:bCs/>
        <w:sz w:val="20"/>
        <w:szCs w:val="20"/>
      </w:rPr>
      <w:t xml:space="preserve">              </w:t>
    </w:r>
    <w:r w:rsidR="00285C00" w:rsidRPr="003B146D">
      <w:rPr>
        <w:sz w:val="20"/>
        <w:szCs w:val="20"/>
      </w:rPr>
      <w:t xml:space="preserve">Tel </w:t>
    </w:r>
    <w:r w:rsidRPr="00C012F8">
      <w:rPr>
        <w:sz w:val="20"/>
        <w:szCs w:val="20"/>
      </w:rPr>
      <w:t>7771545</w:t>
    </w:r>
  </w:p>
  <w:p w14:paraId="78E400B5" w14:textId="37B6C236" w:rsidR="003B146D" w:rsidRPr="003B146D" w:rsidRDefault="003B146D" w:rsidP="003B146D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="00C012F8" w:rsidRPr="007F123E">
        <w:rPr>
          <w:rStyle w:val="Hyperlink"/>
          <w:sz w:val="20"/>
          <w:szCs w:val="20"/>
        </w:rPr>
        <w:t>info@elektrilevi.ee</w:t>
      </w:r>
    </w:hyperlink>
  </w:p>
  <w:p w14:paraId="5DFC24AD" w14:textId="2E2D586B" w:rsidR="00E30C7C" w:rsidRPr="00C012F8" w:rsidRDefault="003B146D" w:rsidP="00285C00">
    <w:pPr>
      <w:pStyle w:val="Footer"/>
      <w:rPr>
        <w:sz w:val="20"/>
        <w:szCs w:val="20"/>
      </w:rPr>
    </w:pPr>
    <w:r w:rsidRPr="00C012F8">
      <w:rPr>
        <w:sz w:val="20"/>
        <w:szCs w:val="20"/>
      </w:rPr>
      <w:t xml:space="preserve">Reg.kood </w:t>
    </w:r>
    <w:r w:rsidR="00C012F8" w:rsidRPr="00C012F8">
      <w:rPr>
        <w:sz w:val="20"/>
        <w:szCs w:val="20"/>
      </w:rPr>
      <w:t>11050857</w:t>
    </w:r>
    <w:r w:rsidRPr="00C012F8">
      <w:rPr>
        <w:sz w:val="20"/>
        <w:szCs w:val="20"/>
      </w:rPr>
      <w:t xml:space="preserve">                 </w:t>
    </w:r>
    <w:r w:rsidR="00C012F8" w:rsidRPr="00C012F8">
      <w:rPr>
        <w:sz w:val="20"/>
        <w:szCs w:val="20"/>
      </w:rPr>
      <w:t>http://www.elektrilevi.ee/</w:t>
    </w:r>
    <w:r w:rsidRPr="00C012F8">
      <w:rPr>
        <w:sz w:val="20"/>
        <w:szCs w:val="20"/>
      </w:rPr>
      <w:tab/>
    </w:r>
    <w:r w:rsidR="00B716A4" w:rsidRPr="00C012F8"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454D3F1" wp14:editId="1A6B5055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D72A4" w14:textId="77777777" w:rsidR="008D6953" w:rsidRDefault="008D6953">
      <w:r>
        <w:separator/>
      </w:r>
    </w:p>
  </w:footnote>
  <w:footnote w:type="continuationSeparator" w:id="0">
    <w:p w14:paraId="3759AD02" w14:textId="77777777" w:rsidR="008D6953" w:rsidRDefault="008D6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9273E"/>
    <w:rsid w:val="000A0C8C"/>
    <w:rsid w:val="000A18DA"/>
    <w:rsid w:val="000B266C"/>
    <w:rsid w:val="000D6CC2"/>
    <w:rsid w:val="000F3A76"/>
    <w:rsid w:val="00100EE2"/>
    <w:rsid w:val="00102B87"/>
    <w:rsid w:val="001059CF"/>
    <w:rsid w:val="0011244E"/>
    <w:rsid w:val="001423ED"/>
    <w:rsid w:val="00142AE7"/>
    <w:rsid w:val="00144ABA"/>
    <w:rsid w:val="00150A4D"/>
    <w:rsid w:val="00156327"/>
    <w:rsid w:val="00171261"/>
    <w:rsid w:val="001979F5"/>
    <w:rsid w:val="001C07A6"/>
    <w:rsid w:val="001C6AF0"/>
    <w:rsid w:val="001F39E7"/>
    <w:rsid w:val="00206E91"/>
    <w:rsid w:val="00215317"/>
    <w:rsid w:val="00216C0F"/>
    <w:rsid w:val="00220750"/>
    <w:rsid w:val="002254CD"/>
    <w:rsid w:val="0023003F"/>
    <w:rsid w:val="00233857"/>
    <w:rsid w:val="00235A99"/>
    <w:rsid w:val="0024648A"/>
    <w:rsid w:val="0026107D"/>
    <w:rsid w:val="00263FE0"/>
    <w:rsid w:val="00270A3E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2F548C"/>
    <w:rsid w:val="00305BE9"/>
    <w:rsid w:val="00307D17"/>
    <w:rsid w:val="00310886"/>
    <w:rsid w:val="00311FA4"/>
    <w:rsid w:val="00323873"/>
    <w:rsid w:val="00324ED5"/>
    <w:rsid w:val="00336FDC"/>
    <w:rsid w:val="00343D07"/>
    <w:rsid w:val="00355923"/>
    <w:rsid w:val="00371A44"/>
    <w:rsid w:val="003735A2"/>
    <w:rsid w:val="00393BF9"/>
    <w:rsid w:val="00394085"/>
    <w:rsid w:val="003A331C"/>
    <w:rsid w:val="003A515E"/>
    <w:rsid w:val="003B0E8E"/>
    <w:rsid w:val="003B146D"/>
    <w:rsid w:val="003B30AF"/>
    <w:rsid w:val="003B55A0"/>
    <w:rsid w:val="003B6B7E"/>
    <w:rsid w:val="003C5577"/>
    <w:rsid w:val="003E07B8"/>
    <w:rsid w:val="004004D2"/>
    <w:rsid w:val="0040382B"/>
    <w:rsid w:val="004041A2"/>
    <w:rsid w:val="00405D5C"/>
    <w:rsid w:val="00422545"/>
    <w:rsid w:val="004264F4"/>
    <w:rsid w:val="00436BB4"/>
    <w:rsid w:val="00450387"/>
    <w:rsid w:val="004619C7"/>
    <w:rsid w:val="00472A85"/>
    <w:rsid w:val="00473C97"/>
    <w:rsid w:val="00477B83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4F50C1"/>
    <w:rsid w:val="0050175E"/>
    <w:rsid w:val="00503A8F"/>
    <w:rsid w:val="00506EA9"/>
    <w:rsid w:val="00524468"/>
    <w:rsid w:val="00531039"/>
    <w:rsid w:val="00536C17"/>
    <w:rsid w:val="0055089D"/>
    <w:rsid w:val="00551DB1"/>
    <w:rsid w:val="0056590D"/>
    <w:rsid w:val="00590C81"/>
    <w:rsid w:val="005A7BC1"/>
    <w:rsid w:val="005B3279"/>
    <w:rsid w:val="005B5201"/>
    <w:rsid w:val="005B6441"/>
    <w:rsid w:val="005C60EE"/>
    <w:rsid w:val="005D05A5"/>
    <w:rsid w:val="005D4016"/>
    <w:rsid w:val="005D6EC1"/>
    <w:rsid w:val="005E5712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B0239"/>
    <w:rsid w:val="006B4DED"/>
    <w:rsid w:val="006C053E"/>
    <w:rsid w:val="006C19ED"/>
    <w:rsid w:val="006D0EA0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349A3"/>
    <w:rsid w:val="007414B7"/>
    <w:rsid w:val="007610D1"/>
    <w:rsid w:val="00765700"/>
    <w:rsid w:val="0077419F"/>
    <w:rsid w:val="00776B57"/>
    <w:rsid w:val="00780EE9"/>
    <w:rsid w:val="0078350E"/>
    <w:rsid w:val="007854B4"/>
    <w:rsid w:val="00786FCC"/>
    <w:rsid w:val="007D600B"/>
    <w:rsid w:val="007E3B53"/>
    <w:rsid w:val="007F1332"/>
    <w:rsid w:val="007F51FC"/>
    <w:rsid w:val="008076E0"/>
    <w:rsid w:val="00813DE2"/>
    <w:rsid w:val="00822DF3"/>
    <w:rsid w:val="0083274A"/>
    <w:rsid w:val="008368CA"/>
    <w:rsid w:val="008464E7"/>
    <w:rsid w:val="00855F9F"/>
    <w:rsid w:val="00862C6E"/>
    <w:rsid w:val="00867CB9"/>
    <w:rsid w:val="00875E41"/>
    <w:rsid w:val="00887B76"/>
    <w:rsid w:val="008929E5"/>
    <w:rsid w:val="008C0A95"/>
    <w:rsid w:val="008C611C"/>
    <w:rsid w:val="008D210E"/>
    <w:rsid w:val="008D6558"/>
    <w:rsid w:val="008D6953"/>
    <w:rsid w:val="008E390E"/>
    <w:rsid w:val="008E4740"/>
    <w:rsid w:val="008E5597"/>
    <w:rsid w:val="008F4FF2"/>
    <w:rsid w:val="00900128"/>
    <w:rsid w:val="00907145"/>
    <w:rsid w:val="009179ED"/>
    <w:rsid w:val="00921A1C"/>
    <w:rsid w:val="00923BC3"/>
    <w:rsid w:val="00932D62"/>
    <w:rsid w:val="00934470"/>
    <w:rsid w:val="00940F15"/>
    <w:rsid w:val="00945767"/>
    <w:rsid w:val="0094662E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9D2B09"/>
    <w:rsid w:val="00A06021"/>
    <w:rsid w:val="00A10156"/>
    <w:rsid w:val="00A22CAD"/>
    <w:rsid w:val="00A24CA7"/>
    <w:rsid w:val="00A442C3"/>
    <w:rsid w:val="00A47374"/>
    <w:rsid w:val="00A641AE"/>
    <w:rsid w:val="00A81F74"/>
    <w:rsid w:val="00AB356B"/>
    <w:rsid w:val="00AD15F6"/>
    <w:rsid w:val="00AD584E"/>
    <w:rsid w:val="00AE0352"/>
    <w:rsid w:val="00AE49FC"/>
    <w:rsid w:val="00AE64A3"/>
    <w:rsid w:val="00B423BE"/>
    <w:rsid w:val="00B53F53"/>
    <w:rsid w:val="00B716A4"/>
    <w:rsid w:val="00B729AF"/>
    <w:rsid w:val="00B7702E"/>
    <w:rsid w:val="00B9713A"/>
    <w:rsid w:val="00BD01E4"/>
    <w:rsid w:val="00BD2D17"/>
    <w:rsid w:val="00BD71A9"/>
    <w:rsid w:val="00BE07ED"/>
    <w:rsid w:val="00BE2CE9"/>
    <w:rsid w:val="00BE607B"/>
    <w:rsid w:val="00BF246C"/>
    <w:rsid w:val="00C00FF5"/>
    <w:rsid w:val="00C012F8"/>
    <w:rsid w:val="00C04173"/>
    <w:rsid w:val="00C11BF8"/>
    <w:rsid w:val="00C26E26"/>
    <w:rsid w:val="00C34B6B"/>
    <w:rsid w:val="00C35FCB"/>
    <w:rsid w:val="00C54019"/>
    <w:rsid w:val="00C62D47"/>
    <w:rsid w:val="00C6528C"/>
    <w:rsid w:val="00C67E9D"/>
    <w:rsid w:val="00C71E8F"/>
    <w:rsid w:val="00C73D4D"/>
    <w:rsid w:val="00CA53F6"/>
    <w:rsid w:val="00CA5971"/>
    <w:rsid w:val="00CE785B"/>
    <w:rsid w:val="00D005F6"/>
    <w:rsid w:val="00D01C49"/>
    <w:rsid w:val="00D116FE"/>
    <w:rsid w:val="00D16A02"/>
    <w:rsid w:val="00D23A9D"/>
    <w:rsid w:val="00D301F5"/>
    <w:rsid w:val="00D37ED0"/>
    <w:rsid w:val="00D408AF"/>
    <w:rsid w:val="00D44050"/>
    <w:rsid w:val="00D6776D"/>
    <w:rsid w:val="00D817E1"/>
    <w:rsid w:val="00D85CBE"/>
    <w:rsid w:val="00D86F39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2540F"/>
    <w:rsid w:val="00E307D2"/>
    <w:rsid w:val="00E30C7C"/>
    <w:rsid w:val="00E3136F"/>
    <w:rsid w:val="00E33033"/>
    <w:rsid w:val="00E3701A"/>
    <w:rsid w:val="00E44121"/>
    <w:rsid w:val="00E60670"/>
    <w:rsid w:val="00E70E23"/>
    <w:rsid w:val="00E72612"/>
    <w:rsid w:val="00E743F3"/>
    <w:rsid w:val="00E76AE9"/>
    <w:rsid w:val="00E85D71"/>
    <w:rsid w:val="00E92C07"/>
    <w:rsid w:val="00E93B48"/>
    <w:rsid w:val="00E96157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20D9E"/>
    <w:rsid w:val="00F429DF"/>
    <w:rsid w:val="00F430AF"/>
    <w:rsid w:val="00F50611"/>
    <w:rsid w:val="00F57731"/>
    <w:rsid w:val="00F83F8E"/>
    <w:rsid w:val="00F94D1B"/>
    <w:rsid w:val="00FB6586"/>
    <w:rsid w:val="00FC1BF1"/>
    <w:rsid w:val="00FC32DD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elektrilevi.ee%2F&amp;data=05%7C02%7CLiis.Tammekand%40elektrilevi.ee%7C9fc93c0d3efc4ccd3e6f08dc23262726%7C15cd778b2b284ebc956cb5977a36cd28%7C0%7C0%7C638423893967103445%7CUnknown%7CTWFpbGZsb3d8eyJWIjoiMC4wLjAwMDAiLCJQIjoiV2luMzIiLCJBTiI6Ik1haWwiLCJXVCI6Mn0%3D%7C0%7C%7C%7C&amp;sdata=K18XsaD%2BlTHshYKt45ffC63o1CBV4jkL2DpYspKXZ7o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909166F0-1E7C-4EEE-8CC9-696337DC6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080099-65D4-4956-8011-3EF545C40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1014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Alar Pappel</cp:lastModifiedBy>
  <cp:revision>2</cp:revision>
  <cp:lastPrinted>2018-12-17T11:16:00Z</cp:lastPrinted>
  <dcterms:created xsi:type="dcterms:W3CDTF">2025-01-27T08:04:00Z</dcterms:created>
  <dcterms:modified xsi:type="dcterms:W3CDTF">2025-01-27T08:04:00Z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